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56A9C" w14:textId="77777777" w:rsidR="0010686D" w:rsidRDefault="0010686D"/>
    <w:tbl>
      <w:tblPr>
        <w:tblpPr w:leftFromText="141" w:rightFromText="141" w:vertAnchor="text" w:horzAnchor="margin" w:tblpY="112"/>
        <w:tblW w:w="9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1"/>
        <w:gridCol w:w="4287"/>
        <w:gridCol w:w="27"/>
      </w:tblGrid>
      <w:tr w:rsidR="001A67C6" w:rsidRPr="006F29B1" w14:paraId="612964F1" w14:textId="77777777" w:rsidTr="0009555B">
        <w:trPr>
          <w:gridAfter w:val="1"/>
          <w:wAfter w:w="27" w:type="dxa"/>
          <w:cantSplit/>
          <w:trHeight w:val="244"/>
        </w:trPr>
        <w:tc>
          <w:tcPr>
            <w:tcW w:w="9508" w:type="dxa"/>
            <w:gridSpan w:val="2"/>
          </w:tcPr>
          <w:p w14:paraId="2BD7ABCE" w14:textId="77777777" w:rsidR="003B25D1" w:rsidRDefault="003B25D1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METSAOSAKOND</w:t>
            </w:r>
          </w:p>
          <w:p w14:paraId="0BE6BC1B" w14:textId="77777777" w:rsidR="001A67C6" w:rsidRDefault="003B25D1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PEAMETSAÜLEM</w:t>
            </w:r>
          </w:p>
          <w:p w14:paraId="2DCB091D" w14:textId="77777777" w:rsidR="001A67C6" w:rsidRPr="006F29B1" w:rsidRDefault="001A67C6" w:rsidP="001A67C6">
            <w:pPr>
              <w:pStyle w:val="Pealkiri4"/>
              <w:framePr w:w="0" w:hRule="auto" w:wrap="auto" w:vAnchor="margin" w:hAnchor="text" w:xAlign="left" w:yAlign="inline"/>
            </w:pPr>
            <w:r w:rsidRPr="006F29B1">
              <w:rPr>
                <w:szCs w:val="24"/>
              </w:rPr>
              <w:t>KÄSKKIRI</w:t>
            </w:r>
          </w:p>
        </w:tc>
      </w:tr>
      <w:tr w:rsidR="001A67C6" w:rsidRPr="006F29B1" w14:paraId="5FA76F4C" w14:textId="77777777" w:rsidTr="0009555B">
        <w:trPr>
          <w:cantSplit/>
          <w:trHeight w:val="489"/>
        </w:trPr>
        <w:tc>
          <w:tcPr>
            <w:tcW w:w="5221" w:type="dxa"/>
            <w:tcBorders>
              <w:bottom w:val="nil"/>
            </w:tcBorders>
          </w:tcPr>
          <w:p w14:paraId="0C124F5D" w14:textId="77777777" w:rsidR="001A67C6" w:rsidRPr="006F29B1" w:rsidRDefault="001A67C6" w:rsidP="001A67C6">
            <w:pPr>
              <w:pStyle w:val="Pealkiri4"/>
              <w:framePr w:w="0" w:hRule="auto" w:wrap="auto" w:vAnchor="margin" w:hAnchor="text" w:xAlign="left" w:yAlign="inline"/>
            </w:pPr>
          </w:p>
          <w:p w14:paraId="357B6626" w14:textId="77777777" w:rsidR="001A67C6" w:rsidRPr="006F29B1" w:rsidRDefault="001A67C6" w:rsidP="001A67C6"/>
        </w:tc>
        <w:tc>
          <w:tcPr>
            <w:tcW w:w="4314" w:type="dxa"/>
            <w:gridSpan w:val="2"/>
            <w:tcBorders>
              <w:bottom w:val="nil"/>
            </w:tcBorders>
          </w:tcPr>
          <w:p w14:paraId="5A0A7E98" w14:textId="703FAF05" w:rsidR="001A67C6" w:rsidRPr="006F29B1" w:rsidRDefault="00F73DA0" w:rsidP="00BA24BA">
            <w:r>
              <w:t>(digitaalallkirja kuupäev)</w:t>
            </w:r>
            <w:r w:rsidR="001A67C6" w:rsidRPr="006F29B1">
              <w:t xml:space="preserve"> nr </w:t>
            </w:r>
            <w:r w:rsidR="00B34DA9">
              <w:t>1-5</w:t>
            </w:r>
            <w:r w:rsidR="002344AC">
              <w:t>.1</w:t>
            </w:r>
            <w:r w:rsidR="00C866B2">
              <w:t>/</w:t>
            </w:r>
            <w:r w:rsidR="00424DEB">
              <w:t>43</w:t>
            </w:r>
          </w:p>
        </w:tc>
      </w:tr>
    </w:tbl>
    <w:p w14:paraId="3565ADE5" w14:textId="77777777" w:rsidR="00D86659" w:rsidRDefault="00D86659" w:rsidP="00DB358F">
      <w:pPr>
        <w:framePr w:w="8661" w:h="1761" w:hRule="exact" w:wrap="notBeside" w:vAnchor="page" w:hAnchor="page" w:x="1571" w:y="-527"/>
        <w:rPr>
          <w:sz w:val="12"/>
        </w:rPr>
      </w:pPr>
    </w:p>
    <w:p w14:paraId="18CD0AA0" w14:textId="77777777" w:rsidR="00D86659" w:rsidRPr="006F29B1" w:rsidRDefault="00E129BC">
      <w:pPr>
        <w:framePr w:w="3289" w:h="851" w:wrap="around" w:vAnchor="page" w:hAnchor="page" w:x="8052" w:y="625"/>
        <w:rPr>
          <w:spacing w:val="0"/>
          <w:position w:val="0"/>
        </w:rPr>
      </w:pPr>
      <w:r w:rsidRPr="006F29B1">
        <w:rPr>
          <w:noProof/>
          <w:spacing w:val="0"/>
          <w:position w:val="0"/>
          <w:lang w:eastAsia="et-EE"/>
        </w:rPr>
        <w:drawing>
          <wp:inline distT="0" distB="0" distL="0" distR="0" wp14:anchorId="5C759E18" wp14:editId="273EF123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411A9" w14:textId="77777777" w:rsidR="00FA3E9B" w:rsidRDefault="00FA3E9B" w:rsidP="00824574">
      <w:pPr>
        <w:rPr>
          <w:b/>
        </w:rPr>
      </w:pPr>
    </w:p>
    <w:p w14:paraId="52282199" w14:textId="6B40F280" w:rsidR="00E028A3" w:rsidRDefault="00E028A3" w:rsidP="00824574">
      <w:pPr>
        <w:rPr>
          <w:b/>
        </w:rPr>
      </w:pPr>
      <w:r>
        <w:rPr>
          <w:b/>
        </w:rPr>
        <w:t xml:space="preserve">Metsatee kasutusse andmine </w:t>
      </w:r>
    </w:p>
    <w:p w14:paraId="689DD9B3" w14:textId="39F52E7D" w:rsidR="00824574" w:rsidRPr="00B34DA9" w:rsidRDefault="00E028A3" w:rsidP="00824574">
      <w:pPr>
        <w:rPr>
          <w:b/>
        </w:rPr>
      </w:pPr>
      <w:r>
        <w:rPr>
          <w:b/>
        </w:rPr>
        <w:t>(</w:t>
      </w:r>
      <w:proofErr w:type="spellStart"/>
      <w:r w:rsidR="004832F8">
        <w:rPr>
          <w:b/>
        </w:rPr>
        <w:t>Koki</w:t>
      </w:r>
      <w:proofErr w:type="spellEnd"/>
      <w:r w:rsidR="004832F8">
        <w:rPr>
          <w:b/>
        </w:rPr>
        <w:t xml:space="preserve"> - Haavasoo</w:t>
      </w:r>
      <w:r w:rsidR="002344AC">
        <w:rPr>
          <w:b/>
        </w:rPr>
        <w:t xml:space="preserve"> tee</w:t>
      </w:r>
      <w:r>
        <w:rPr>
          <w:b/>
        </w:rPr>
        <w:t>)</w:t>
      </w:r>
      <w:r w:rsidR="00FB46B0">
        <w:rPr>
          <w:b/>
        </w:rPr>
        <w:t xml:space="preserve"> </w:t>
      </w:r>
    </w:p>
    <w:p w14:paraId="0AB5902E" w14:textId="77777777" w:rsidR="00D86659" w:rsidRPr="00B34DA9" w:rsidRDefault="00D86659" w:rsidP="00FB46B0">
      <w:pPr>
        <w:rPr>
          <w:b/>
        </w:rPr>
        <w:sectPr w:rsidR="00D86659" w:rsidRPr="00B34DA9" w:rsidSect="0009555B">
          <w:headerReference w:type="default" r:id="rId8"/>
          <w:footerReference w:type="default" r:id="rId9"/>
          <w:headerReference w:type="first" r:id="rId10"/>
          <w:pgSz w:w="11906" w:h="16838" w:code="9"/>
          <w:pgMar w:top="1843" w:right="680" w:bottom="737" w:left="1701" w:header="454" w:footer="567" w:gutter="0"/>
          <w:cols w:space="708"/>
          <w:titlePg/>
        </w:sectPr>
      </w:pPr>
    </w:p>
    <w:p w14:paraId="7268FA9E" w14:textId="77777777" w:rsidR="00FD2F91" w:rsidRPr="00B34DA9" w:rsidRDefault="00FD2F91" w:rsidP="00B039F2">
      <w:pPr>
        <w:pStyle w:val="Kehatekst"/>
        <w:jc w:val="both"/>
        <w:rPr>
          <w:b/>
          <w:szCs w:val="24"/>
        </w:rPr>
      </w:pPr>
    </w:p>
    <w:p w14:paraId="0E5CD45B" w14:textId="77777777" w:rsidR="00FA3E9B" w:rsidRDefault="00FA3E9B" w:rsidP="00090B4D">
      <w:pPr>
        <w:jc w:val="both"/>
      </w:pPr>
    </w:p>
    <w:p w14:paraId="55FA212B" w14:textId="77777777" w:rsidR="00FA3E9B" w:rsidRDefault="00FA3E9B" w:rsidP="00090B4D">
      <w:pPr>
        <w:jc w:val="both"/>
      </w:pPr>
    </w:p>
    <w:p w14:paraId="39F422A9" w14:textId="1A4B4DF3" w:rsidR="00704F36" w:rsidRDefault="00824574" w:rsidP="00090B4D">
      <w:pPr>
        <w:jc w:val="both"/>
        <w:rPr>
          <w:szCs w:val="24"/>
        </w:rPr>
      </w:pPr>
      <w:r>
        <w:t>Saaremaa</w:t>
      </w:r>
      <w:r w:rsidR="00761774">
        <w:t xml:space="preserve"> Vallavalitsus </w:t>
      </w:r>
      <w:r w:rsidR="00F73DA0">
        <w:t>esitas</w:t>
      </w:r>
      <w:r w:rsidR="0075754E">
        <w:t xml:space="preserve"> </w:t>
      </w:r>
      <w:r w:rsidR="004832F8">
        <w:t>08.12</w:t>
      </w:r>
      <w:r w:rsidR="004C1373">
        <w:t>.20</w:t>
      </w:r>
      <w:r w:rsidR="00F73DA0">
        <w:t>2</w:t>
      </w:r>
      <w:r w:rsidR="002344AC">
        <w:t>2</w:t>
      </w:r>
      <w:r w:rsidR="004C1373">
        <w:t xml:space="preserve"> </w:t>
      </w:r>
      <w:r w:rsidR="004832F8">
        <w:t>avalduse nr 6-6/7121-1</w:t>
      </w:r>
      <w:r w:rsidR="00E028A3">
        <w:t xml:space="preserve"> </w:t>
      </w:r>
      <w:r w:rsidR="00761774" w:rsidRPr="00631681">
        <w:t>Riigimetsa Majandamise Keskuse</w:t>
      </w:r>
      <w:r w:rsidR="00761774">
        <w:t xml:space="preserve"> valduses </w:t>
      </w:r>
      <w:r w:rsidR="004832F8">
        <w:t xml:space="preserve">kinnisasjadel Kuressaare metskond 617 (kinnistu registriosa nr </w:t>
      </w:r>
      <w:r w:rsidR="004832F8" w:rsidRPr="00314F91">
        <w:rPr>
          <w:color w:val="000000"/>
          <w:szCs w:val="24"/>
          <w:shd w:val="clear" w:color="auto" w:fill="FFFFFF"/>
        </w:rPr>
        <w:t>11456750</w:t>
      </w:r>
      <w:r w:rsidR="004832F8" w:rsidRPr="00314F91">
        <w:rPr>
          <w:szCs w:val="24"/>
        </w:rPr>
        <w:t xml:space="preserve">, katastritunnus 44001:004:0781) ja </w:t>
      </w:r>
      <w:r w:rsidR="002344AC" w:rsidRPr="00314F91">
        <w:rPr>
          <w:szCs w:val="24"/>
        </w:rPr>
        <w:t xml:space="preserve">Kihelkonna metskond </w:t>
      </w:r>
      <w:r w:rsidR="004832F8" w:rsidRPr="00314F91">
        <w:rPr>
          <w:szCs w:val="24"/>
        </w:rPr>
        <w:t>217</w:t>
      </w:r>
      <w:r w:rsidR="00770B0C" w:rsidRPr="00314F91">
        <w:rPr>
          <w:szCs w:val="24"/>
        </w:rPr>
        <w:t xml:space="preserve"> (</w:t>
      </w:r>
      <w:r w:rsidR="004832F8" w:rsidRPr="00314F91">
        <w:rPr>
          <w:szCs w:val="24"/>
        </w:rPr>
        <w:t xml:space="preserve">kinnistu registriosa nr </w:t>
      </w:r>
      <w:r w:rsidR="00314F91">
        <w:rPr>
          <w:szCs w:val="24"/>
        </w:rPr>
        <w:t xml:space="preserve">1168750, </w:t>
      </w:r>
      <w:r w:rsidR="00770B0C" w:rsidRPr="00314F91">
        <w:rPr>
          <w:szCs w:val="24"/>
        </w:rPr>
        <w:t xml:space="preserve">katastritunnus </w:t>
      </w:r>
      <w:r w:rsidR="004832F8" w:rsidRPr="00314F91">
        <w:rPr>
          <w:szCs w:val="24"/>
        </w:rPr>
        <w:t>37301:006:0246</w:t>
      </w:r>
      <w:r w:rsidR="00770B0C" w:rsidRPr="00314F91">
        <w:rPr>
          <w:szCs w:val="24"/>
        </w:rPr>
        <w:t xml:space="preserve">) </w:t>
      </w:r>
      <w:r w:rsidR="00CC0AEC" w:rsidRPr="00314F91">
        <w:rPr>
          <w:szCs w:val="24"/>
        </w:rPr>
        <w:t>oleva</w:t>
      </w:r>
      <w:r w:rsidR="00E028A3" w:rsidRPr="00314F91">
        <w:rPr>
          <w:szCs w:val="24"/>
        </w:rPr>
        <w:t xml:space="preserve"> </w:t>
      </w:r>
      <w:proofErr w:type="spellStart"/>
      <w:r w:rsidR="004832F8" w:rsidRPr="00314F91">
        <w:rPr>
          <w:szCs w:val="24"/>
        </w:rPr>
        <w:t>Koki</w:t>
      </w:r>
      <w:proofErr w:type="spellEnd"/>
      <w:r w:rsidR="004832F8" w:rsidRPr="00314F91">
        <w:rPr>
          <w:szCs w:val="24"/>
        </w:rPr>
        <w:t xml:space="preserve"> - Haavasoo</w:t>
      </w:r>
      <w:r w:rsidR="00E028A3" w:rsidRPr="00314F91">
        <w:rPr>
          <w:szCs w:val="24"/>
        </w:rPr>
        <w:t xml:space="preserve"> tee </w:t>
      </w:r>
      <w:r w:rsidR="004832F8" w:rsidRPr="00314F91">
        <w:rPr>
          <w:szCs w:val="24"/>
        </w:rPr>
        <w:t xml:space="preserve">(nr 4400024) </w:t>
      </w:r>
      <w:r w:rsidR="008A6295" w:rsidRPr="00314F91">
        <w:rPr>
          <w:szCs w:val="24"/>
        </w:rPr>
        <w:t>avalikuks otstarbeks kasutusse andmise lepingu sõlmimiseks.</w:t>
      </w:r>
      <w:r w:rsidR="002344AC" w:rsidRPr="00314F91">
        <w:rPr>
          <w:szCs w:val="24"/>
        </w:rPr>
        <w:t xml:space="preserve"> </w:t>
      </w:r>
      <w:r w:rsidR="004832F8" w:rsidRPr="00314F91">
        <w:rPr>
          <w:szCs w:val="24"/>
        </w:rPr>
        <w:t xml:space="preserve">Kuressaare metskond 617 ja </w:t>
      </w:r>
      <w:r w:rsidR="002344AC" w:rsidRPr="00314F91">
        <w:rPr>
          <w:szCs w:val="24"/>
        </w:rPr>
        <w:t>Kihelkonna</w:t>
      </w:r>
      <w:r w:rsidR="002344AC">
        <w:t xml:space="preserve"> metskond </w:t>
      </w:r>
      <w:r w:rsidR="004832F8">
        <w:t xml:space="preserve">217 </w:t>
      </w:r>
      <w:r w:rsidR="002344AC">
        <w:t>kinnisasja</w:t>
      </w:r>
      <w:r w:rsidR="004832F8">
        <w:t>de</w:t>
      </w:r>
      <w:r w:rsidR="00BB1CDD">
        <w:t xml:space="preserve"> </w:t>
      </w:r>
      <w:r w:rsidR="00704F36">
        <w:rPr>
          <w:szCs w:val="24"/>
        </w:rPr>
        <w:t xml:space="preserve">valitsejaks on Keskkonnaministeerium ja volitatud asutuseks </w:t>
      </w:r>
      <w:r w:rsidR="00704F36" w:rsidRPr="00ED0530">
        <w:rPr>
          <w:szCs w:val="24"/>
        </w:rPr>
        <w:t>Riigimetsa Majandamise Keskus</w:t>
      </w:r>
      <w:r w:rsidR="00704F36">
        <w:rPr>
          <w:szCs w:val="24"/>
        </w:rPr>
        <w:t xml:space="preserve">. </w:t>
      </w:r>
    </w:p>
    <w:p w14:paraId="65E2746D" w14:textId="77777777" w:rsidR="008A6295" w:rsidRDefault="008A6295" w:rsidP="001A67C6">
      <w:pPr>
        <w:jc w:val="both"/>
      </w:pPr>
    </w:p>
    <w:p w14:paraId="3B995AEE" w14:textId="144954F2" w:rsidR="00E028A3" w:rsidRPr="00FF4EF5" w:rsidRDefault="00E028A3" w:rsidP="00E028A3">
      <w:pPr>
        <w:jc w:val="both"/>
      </w:pPr>
      <w:r w:rsidRPr="00B777FF">
        <w:t xml:space="preserve">Tulenevalt eeltoodust ja lähtudes ehitusseadustiku </w:t>
      </w:r>
      <w:r w:rsidRPr="001A67C6">
        <w:t xml:space="preserve">§ 93 lõikest 2, </w:t>
      </w:r>
      <w:r w:rsidRPr="00B777FF">
        <w:t xml:space="preserve">Vabariigi Valitsuse 09. jaanuari 2007. a määrusega nr 4 kinnitatud “Riigimetsa Majandamise Keskuse põhimääruse” § </w:t>
      </w:r>
      <w:r>
        <w:t>18</w:t>
      </w:r>
      <w:r w:rsidRPr="00B777FF">
        <w:t xml:space="preserve"> lõikest </w:t>
      </w:r>
      <w:r>
        <w:t>5</w:t>
      </w:r>
      <w:r w:rsidRPr="00B777FF">
        <w:t xml:space="preserve"> ja R</w:t>
      </w:r>
      <w:r>
        <w:t xml:space="preserve">iigimetsa </w:t>
      </w:r>
      <w:r w:rsidRPr="00B777FF">
        <w:t>M</w:t>
      </w:r>
      <w:r>
        <w:t xml:space="preserve">ajandamise </w:t>
      </w:r>
      <w:r w:rsidRPr="00B777FF">
        <w:t>K</w:t>
      </w:r>
      <w:r>
        <w:t>eskuse</w:t>
      </w:r>
      <w:r w:rsidRPr="00B777FF">
        <w:t xml:space="preserve"> juhatuse </w:t>
      </w:r>
      <w:r w:rsidR="002344AC">
        <w:t>18</w:t>
      </w:r>
      <w:r>
        <w:t>.</w:t>
      </w:r>
      <w:r w:rsidR="002344AC">
        <w:t>01</w:t>
      </w:r>
      <w:r>
        <w:t>.202</w:t>
      </w:r>
      <w:r w:rsidR="002344AC">
        <w:t>2</w:t>
      </w:r>
      <w:r w:rsidRPr="00FF4EF5">
        <w:t>. a otsuse nr 1-32</w:t>
      </w:r>
      <w:r>
        <w:t>/</w:t>
      </w:r>
      <w:r w:rsidR="002344AC">
        <w:t>1</w:t>
      </w:r>
      <w:r w:rsidRPr="00FF4EF5">
        <w:t xml:space="preserve"> „R</w:t>
      </w:r>
      <w:r>
        <w:t>MK</w:t>
      </w:r>
      <w:r w:rsidRPr="00FF4EF5">
        <w:t xml:space="preserve"> kinnisasjade kasutusse andmise</w:t>
      </w:r>
      <w:r>
        <w:t xml:space="preserve"> juhend</w:t>
      </w:r>
      <w:r w:rsidRPr="00FF4EF5">
        <w:t>“ p</w:t>
      </w:r>
      <w:r>
        <w:t xml:space="preserve">eatükist 6 ja </w:t>
      </w:r>
      <w:r w:rsidRPr="008619A9">
        <w:rPr>
          <w:szCs w:val="24"/>
        </w:rPr>
        <w:t xml:space="preserve">Riigimetsa Majandamise Keskuse </w:t>
      </w:r>
      <w:r>
        <w:rPr>
          <w:szCs w:val="24"/>
        </w:rPr>
        <w:t>20</w:t>
      </w:r>
      <w:r w:rsidRPr="008619A9">
        <w:rPr>
          <w:szCs w:val="24"/>
        </w:rPr>
        <w:t>.</w:t>
      </w:r>
      <w:r>
        <w:rPr>
          <w:szCs w:val="24"/>
        </w:rPr>
        <w:t>04</w:t>
      </w:r>
      <w:r w:rsidRPr="008619A9">
        <w:rPr>
          <w:szCs w:val="24"/>
        </w:rPr>
        <w:t>.202</w:t>
      </w:r>
      <w:r>
        <w:rPr>
          <w:szCs w:val="24"/>
        </w:rPr>
        <w:t>1</w:t>
      </w:r>
      <w:r w:rsidRPr="008619A9">
        <w:rPr>
          <w:szCs w:val="24"/>
        </w:rPr>
        <w:t xml:space="preserve"> otsuse nr 1-32/</w:t>
      </w:r>
      <w:r>
        <w:rPr>
          <w:szCs w:val="24"/>
        </w:rPr>
        <w:t>34</w:t>
      </w:r>
      <w:r w:rsidRPr="008619A9">
        <w:rPr>
          <w:szCs w:val="24"/>
        </w:rPr>
        <w:t xml:space="preserve"> „Volituste andmine vara kasutusse andmise otsustamiseks“ punktist 1.</w:t>
      </w:r>
      <w:r>
        <w:rPr>
          <w:szCs w:val="24"/>
        </w:rPr>
        <w:t>4</w:t>
      </w:r>
      <w:r w:rsidRPr="008619A9">
        <w:rPr>
          <w:szCs w:val="24"/>
        </w:rPr>
        <w:t xml:space="preserve"> </w:t>
      </w:r>
      <w:r>
        <w:rPr>
          <w:szCs w:val="24"/>
        </w:rPr>
        <w:t>ning esitatud taotlusest otsustan</w:t>
      </w:r>
      <w:r>
        <w:t xml:space="preserve"> </w:t>
      </w:r>
      <w:r w:rsidRPr="00FF4EF5">
        <w:t xml:space="preserve"> </w:t>
      </w:r>
    </w:p>
    <w:p w14:paraId="0542346E" w14:textId="77777777" w:rsidR="00E028A3" w:rsidRDefault="00E028A3" w:rsidP="00E028A3">
      <w:pPr>
        <w:jc w:val="both"/>
      </w:pPr>
    </w:p>
    <w:p w14:paraId="11E294A1" w14:textId="77777777" w:rsidR="00314F91" w:rsidRPr="00314F91" w:rsidRDefault="00E028A3" w:rsidP="00CA5740">
      <w:pPr>
        <w:pStyle w:val="Loendilik"/>
        <w:numPr>
          <w:ilvl w:val="0"/>
          <w:numId w:val="11"/>
        </w:numPr>
        <w:jc w:val="both"/>
        <w:rPr>
          <w:szCs w:val="24"/>
        </w:rPr>
      </w:pPr>
      <w:r>
        <w:t xml:space="preserve">Anda </w:t>
      </w:r>
      <w:r w:rsidRPr="00644104">
        <w:rPr>
          <w:i/>
          <w:iCs/>
        </w:rPr>
        <w:t>Saaremaa valla</w:t>
      </w:r>
      <w:r>
        <w:t xml:space="preserve"> (edaspidi nimetatud </w:t>
      </w:r>
      <w:r w:rsidRPr="00644104">
        <w:rPr>
          <w:i/>
        </w:rPr>
        <w:t>kasutaja</w:t>
      </w:r>
      <w:r>
        <w:t xml:space="preserve">, vallavalitsuse registrikood 77000306, aadress Tallinna 10, Kuressaare linn, 93819, Saare maakond) kasutusse </w:t>
      </w:r>
      <w:r w:rsidRPr="00644104">
        <w:rPr>
          <w:szCs w:val="24"/>
        </w:rPr>
        <w:t>käesolevas käskkirjas ja tee avalikuks otstarbeks kasutusse andmise lepingus sätestatud tingimustel ja ulatuses</w:t>
      </w:r>
      <w:r>
        <w:t xml:space="preserve"> Saare maakonnas Saaremaa vallas </w:t>
      </w:r>
      <w:r w:rsidR="00F11076">
        <w:t xml:space="preserve">olev </w:t>
      </w:r>
      <w:proofErr w:type="spellStart"/>
      <w:r w:rsidR="004832F8" w:rsidRPr="004832F8">
        <w:rPr>
          <w:i/>
          <w:iCs/>
        </w:rPr>
        <w:t>Koki</w:t>
      </w:r>
      <w:proofErr w:type="spellEnd"/>
      <w:r w:rsidR="004832F8" w:rsidRPr="004832F8">
        <w:rPr>
          <w:i/>
          <w:iCs/>
        </w:rPr>
        <w:t xml:space="preserve"> - Haavasoo tee (nr 4400024)</w:t>
      </w:r>
      <w:r w:rsidR="00F85F89">
        <w:t xml:space="preserve">, mis asub </w:t>
      </w:r>
      <w:r w:rsidR="00314F91">
        <w:t>järgnevatel kinnisasjadel:</w:t>
      </w:r>
    </w:p>
    <w:p w14:paraId="530AF657" w14:textId="30A5E525" w:rsidR="00CA5740" w:rsidRDefault="00314F91" w:rsidP="00314F91">
      <w:pPr>
        <w:pStyle w:val="Loendilik"/>
        <w:numPr>
          <w:ilvl w:val="1"/>
          <w:numId w:val="11"/>
        </w:numPr>
        <w:jc w:val="both"/>
        <w:rPr>
          <w:szCs w:val="24"/>
        </w:rPr>
      </w:pPr>
      <w:proofErr w:type="spellStart"/>
      <w:r>
        <w:t>Koimla</w:t>
      </w:r>
      <w:proofErr w:type="spellEnd"/>
      <w:r>
        <w:t xml:space="preserve"> külas Kuressaare metskond 617</w:t>
      </w:r>
      <w:r w:rsidR="002344AC">
        <w:t xml:space="preserve"> kinni</w:t>
      </w:r>
      <w:r w:rsidR="004A2AA6">
        <w:t xml:space="preserve">sasjal </w:t>
      </w:r>
      <w:r w:rsidR="00E028A3">
        <w:t xml:space="preserve">(kinnistu registriosa nr </w:t>
      </w:r>
      <w:r>
        <w:t>11456750</w:t>
      </w:r>
      <w:r w:rsidR="00E028A3">
        <w:t xml:space="preserve">, katastritunnus </w:t>
      </w:r>
      <w:r>
        <w:t>44001:004:0781</w:t>
      </w:r>
      <w:r w:rsidR="00E028A3">
        <w:t>, riigi kinnisvararegistri kood KV</w:t>
      </w:r>
      <w:r>
        <w:t>50822</w:t>
      </w:r>
      <w:r w:rsidR="00E028A3">
        <w:t xml:space="preserve">, pindala </w:t>
      </w:r>
      <w:r>
        <w:t>13,57</w:t>
      </w:r>
      <w:r w:rsidR="00E028A3">
        <w:t xml:space="preserve"> ha, </w:t>
      </w:r>
      <w:r w:rsidR="00644104">
        <w:t>maatulundus</w:t>
      </w:r>
      <w:r w:rsidR="00E028A3">
        <w:t xml:space="preserve">maa). </w:t>
      </w:r>
      <w:r>
        <w:t>K</w:t>
      </w:r>
      <w:r w:rsidR="00F85F89">
        <w:t xml:space="preserve">asutusse antava ala suurus on ligikaudu </w:t>
      </w:r>
      <w:r>
        <w:t>4215</w:t>
      </w:r>
      <w:r w:rsidR="00F85F89">
        <w:t xml:space="preserve"> m² ning selle</w:t>
      </w:r>
      <w:r w:rsidR="00F85F89" w:rsidRPr="00314F91">
        <w:rPr>
          <w:sz w:val="23"/>
          <w:szCs w:val="23"/>
        </w:rPr>
        <w:t xml:space="preserve"> </w:t>
      </w:r>
      <w:r w:rsidR="00F85F89" w:rsidRPr="00314F91">
        <w:rPr>
          <w:szCs w:val="24"/>
        </w:rPr>
        <w:t>asukoht on näidatud käesoleva käskkirja lisaks oleval asendiplaanil</w:t>
      </w:r>
      <w:r>
        <w:rPr>
          <w:szCs w:val="24"/>
        </w:rPr>
        <w:t>;</w:t>
      </w:r>
    </w:p>
    <w:p w14:paraId="32472324" w14:textId="6429F2BB" w:rsidR="00314F91" w:rsidRDefault="00314F91" w:rsidP="00314F91">
      <w:pPr>
        <w:pStyle w:val="Loendilik"/>
        <w:numPr>
          <w:ilvl w:val="1"/>
          <w:numId w:val="11"/>
        </w:numPr>
        <w:jc w:val="both"/>
        <w:rPr>
          <w:szCs w:val="24"/>
        </w:rPr>
      </w:pPr>
      <w:r>
        <w:t>Hi</w:t>
      </w:r>
      <w:r w:rsidR="006A5F9B">
        <w:t>r</w:t>
      </w:r>
      <w:r>
        <w:t>muste külas Kihelkonna metskond 217 kinnisasjal (kinnistu registriosa nr 11668750, katastritunnus 37301:006:0246, riigi kinnisvararegistri kood KV49712, pindala 7,74 ha, maatulundusmaa). Kasutusse antava ala suurus on ligikaudu 1591 m² ning selle</w:t>
      </w:r>
      <w:r w:rsidRPr="00314F91">
        <w:rPr>
          <w:sz w:val="23"/>
          <w:szCs w:val="23"/>
        </w:rPr>
        <w:t xml:space="preserve"> </w:t>
      </w:r>
      <w:r w:rsidRPr="00314F91">
        <w:rPr>
          <w:szCs w:val="24"/>
        </w:rPr>
        <w:t>asukoht on näidatud käesoleva käskkirja lisaks oleval asendiplaanil.</w:t>
      </w:r>
    </w:p>
    <w:p w14:paraId="19376637" w14:textId="77777777" w:rsidR="00FA3E9B" w:rsidRPr="00FA3E9B" w:rsidRDefault="00FA3E9B" w:rsidP="00FA3E9B">
      <w:pPr>
        <w:ind w:left="360"/>
        <w:jc w:val="both"/>
        <w:rPr>
          <w:szCs w:val="24"/>
        </w:rPr>
      </w:pPr>
    </w:p>
    <w:p w14:paraId="6699426B" w14:textId="412EDBB4" w:rsidR="00E028A3" w:rsidRPr="001A67C6" w:rsidRDefault="00E028A3" w:rsidP="00644104">
      <w:pPr>
        <w:pStyle w:val="Loendilik"/>
        <w:numPr>
          <w:ilvl w:val="0"/>
          <w:numId w:val="11"/>
        </w:numPr>
        <w:jc w:val="both"/>
      </w:pPr>
      <w:r w:rsidRPr="00644104">
        <w:rPr>
          <w:szCs w:val="24"/>
        </w:rPr>
        <w:t xml:space="preserve">Määrata tee kasutusse andmise tingimused ja </w:t>
      </w:r>
      <w:r w:rsidRPr="001A67C6">
        <w:t xml:space="preserve">tähtaeg </w:t>
      </w:r>
      <w:r>
        <w:t>alljärgnevalt:</w:t>
      </w:r>
    </w:p>
    <w:p w14:paraId="2095E268" w14:textId="3DAF659A" w:rsidR="00E028A3" w:rsidRDefault="00E028A3" w:rsidP="00644104">
      <w:pPr>
        <w:pStyle w:val="Loendilik"/>
        <w:numPr>
          <w:ilvl w:val="1"/>
          <w:numId w:val="11"/>
        </w:numPr>
        <w:tabs>
          <w:tab w:val="num" w:pos="426"/>
        </w:tabs>
        <w:jc w:val="both"/>
      </w:pPr>
      <w:r w:rsidRPr="000239EF">
        <w:t>tee</w:t>
      </w:r>
      <w:r>
        <w:t xml:space="preserve"> anda kasutusse avalikuks otstarbeks;</w:t>
      </w:r>
    </w:p>
    <w:p w14:paraId="311B79F6" w14:textId="1BA80DFD" w:rsidR="00E028A3" w:rsidRPr="00FA3E9B" w:rsidRDefault="00E028A3" w:rsidP="00644104">
      <w:pPr>
        <w:pStyle w:val="Taandegakehatekst"/>
        <w:numPr>
          <w:ilvl w:val="1"/>
          <w:numId w:val="11"/>
        </w:numPr>
        <w:spacing w:after="0"/>
        <w:jc w:val="both"/>
      </w:pPr>
      <w:r w:rsidRPr="001F2937">
        <w:t xml:space="preserve">tee anda kasutusse tasuta ja tähtajaga </w:t>
      </w:r>
      <w:r>
        <w:t xml:space="preserve">5 </w:t>
      </w:r>
      <w:r w:rsidRPr="001F2937">
        <w:t>(</w:t>
      </w:r>
      <w:r>
        <w:t>viis</w:t>
      </w:r>
      <w:r w:rsidRPr="001F2937">
        <w:t xml:space="preserve">) aastat. </w:t>
      </w:r>
      <w:r w:rsidRPr="001F1068">
        <w:rPr>
          <w:szCs w:val="18"/>
        </w:rPr>
        <w:t xml:space="preserve">Kui üks lepingu pooltest ei ole hiljemalt 1 (üks) kuu enne lepingu lõppemist saatnud teisele lepingu poolele kirjalikku ettepanekut lepingu lõpetamiseks, pikeneb leping automaatselt </w:t>
      </w:r>
      <w:r w:rsidRPr="001F1068">
        <w:rPr>
          <w:szCs w:val="18"/>
        </w:rPr>
        <w:lastRenderedPageBreak/>
        <w:t>järgnevaks 3 (kolme) aastaseks perioodiks. Analoogset lepingu pikenemise põhimõtet ei kohaldata järgnevate 3 (kolme) aastaste perioodide osas.</w:t>
      </w:r>
    </w:p>
    <w:p w14:paraId="192D6B12" w14:textId="77777777" w:rsidR="00FA3E9B" w:rsidRPr="0066259C" w:rsidRDefault="00FA3E9B" w:rsidP="00FA3E9B">
      <w:pPr>
        <w:pStyle w:val="Taandegakehatekst"/>
        <w:spacing w:after="0"/>
        <w:ind w:left="360"/>
        <w:jc w:val="both"/>
      </w:pPr>
    </w:p>
    <w:p w14:paraId="0622A577" w14:textId="06BFAF14" w:rsidR="000239EF" w:rsidRPr="00644104" w:rsidRDefault="00440E5B" w:rsidP="00644104">
      <w:pPr>
        <w:pStyle w:val="Loendilik"/>
        <w:numPr>
          <w:ilvl w:val="0"/>
          <w:numId w:val="11"/>
        </w:numPr>
        <w:jc w:val="both"/>
        <w:rPr>
          <w:szCs w:val="24"/>
        </w:rPr>
      </w:pPr>
      <w:r>
        <w:t>Saaremaa</w:t>
      </w:r>
      <w:r w:rsidR="00E028A3" w:rsidRPr="001A67C6">
        <w:t xml:space="preserve"> metsaülemal sõlmida tulenevalt käesoleva käskkirja punktidest 1</w:t>
      </w:r>
      <w:r w:rsidR="00E028A3">
        <w:t xml:space="preserve">, 2 </w:t>
      </w:r>
      <w:r w:rsidR="00E028A3" w:rsidRPr="001A67C6">
        <w:t xml:space="preserve">ja </w:t>
      </w:r>
      <w:r w:rsidR="00E028A3">
        <w:t>3</w:t>
      </w:r>
      <w:r w:rsidR="00E028A3" w:rsidRPr="001A67C6">
        <w:t xml:space="preserve"> DHS-</w:t>
      </w:r>
      <w:proofErr w:type="spellStart"/>
      <w:r w:rsidR="00E028A3" w:rsidRPr="001A67C6">
        <w:t>is</w:t>
      </w:r>
      <w:proofErr w:type="spellEnd"/>
      <w:r w:rsidR="00E028A3" w:rsidRPr="001A67C6">
        <w:t xml:space="preserve"> vormide sarjas asuva vormi kohane metsatee avalikuks kasutusse andmise leping.</w:t>
      </w:r>
    </w:p>
    <w:p w14:paraId="7FFAA953" w14:textId="77777777" w:rsidR="00CA5740" w:rsidRDefault="00CA5740" w:rsidP="006A4FE7">
      <w:pPr>
        <w:jc w:val="both"/>
        <w:rPr>
          <w:szCs w:val="24"/>
        </w:rPr>
      </w:pPr>
    </w:p>
    <w:p w14:paraId="5C292D96" w14:textId="77777777" w:rsidR="00FA3E9B" w:rsidRDefault="00FA3E9B" w:rsidP="006A4FE7">
      <w:pPr>
        <w:jc w:val="both"/>
        <w:rPr>
          <w:szCs w:val="24"/>
        </w:rPr>
      </w:pPr>
    </w:p>
    <w:p w14:paraId="5A8361B4" w14:textId="2E71BB3F" w:rsidR="00F741B4" w:rsidRDefault="00586E92" w:rsidP="006A4FE7">
      <w:pPr>
        <w:jc w:val="both"/>
        <w:rPr>
          <w:szCs w:val="24"/>
        </w:rPr>
      </w:pPr>
      <w:r>
        <w:rPr>
          <w:szCs w:val="24"/>
        </w:rPr>
        <w:t>(allkirjastatud digitaalselt)</w:t>
      </w:r>
    </w:p>
    <w:p w14:paraId="7D481240" w14:textId="77777777" w:rsidR="00F741B4" w:rsidRDefault="00F741B4" w:rsidP="006A4FE7">
      <w:pPr>
        <w:jc w:val="both"/>
        <w:rPr>
          <w:szCs w:val="24"/>
        </w:rPr>
      </w:pPr>
    </w:p>
    <w:p w14:paraId="0D082FA1" w14:textId="77777777" w:rsidR="00FA3E9B" w:rsidRDefault="00FA3E9B" w:rsidP="00F741B4"/>
    <w:p w14:paraId="46ADFBC6" w14:textId="77777777" w:rsidR="00FA3E9B" w:rsidRDefault="00FA3E9B" w:rsidP="00F741B4"/>
    <w:p w14:paraId="4BD70552" w14:textId="0E17EB63" w:rsidR="00F741B4" w:rsidRDefault="00586E92" w:rsidP="00F741B4">
      <w:r>
        <w:t>Andres Sepp</w:t>
      </w:r>
    </w:p>
    <w:p w14:paraId="12F3FA1A" w14:textId="77777777" w:rsidR="00F741B4" w:rsidRDefault="00586E92" w:rsidP="00F741B4">
      <w:r>
        <w:t>Peametsaülem</w:t>
      </w:r>
    </w:p>
    <w:p w14:paraId="0ED5C522" w14:textId="77777777" w:rsidR="00644104" w:rsidRDefault="00644104" w:rsidP="00F741B4">
      <w:pPr>
        <w:jc w:val="both"/>
      </w:pPr>
    </w:p>
    <w:p w14:paraId="7D413262" w14:textId="77777777" w:rsidR="00FA3E9B" w:rsidRDefault="00FA3E9B" w:rsidP="00F741B4">
      <w:pPr>
        <w:jc w:val="both"/>
      </w:pPr>
    </w:p>
    <w:p w14:paraId="598D974D" w14:textId="77777777" w:rsidR="00FA3E9B" w:rsidRDefault="00FA3E9B" w:rsidP="00F741B4">
      <w:pPr>
        <w:jc w:val="both"/>
      </w:pPr>
    </w:p>
    <w:p w14:paraId="21693727" w14:textId="4936E21F" w:rsidR="0010686D" w:rsidRDefault="00F741B4" w:rsidP="00F741B4">
      <w:pPr>
        <w:jc w:val="both"/>
        <w:rPr>
          <w:szCs w:val="24"/>
        </w:rPr>
      </w:pPr>
      <w:r>
        <w:t xml:space="preserve">Jaotuskava: </w:t>
      </w:r>
      <w:r w:rsidR="00FF0D2E">
        <w:t xml:space="preserve">Jaan </w:t>
      </w:r>
      <w:proofErr w:type="spellStart"/>
      <w:r w:rsidR="00FF0D2E">
        <w:t>Prants</w:t>
      </w:r>
      <w:proofErr w:type="spellEnd"/>
      <w:r w:rsidR="00FF0D2E">
        <w:t xml:space="preserve">, </w:t>
      </w:r>
      <w:r w:rsidR="00556877">
        <w:t>Ülo Lindjärv, Malle Viiburg</w:t>
      </w:r>
    </w:p>
    <w:sectPr w:rsidR="0010686D" w:rsidSect="0010686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1274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B2EB5" w14:textId="77777777" w:rsidR="00F85F89" w:rsidRDefault="00F85F89">
      <w:r>
        <w:separator/>
      </w:r>
    </w:p>
  </w:endnote>
  <w:endnote w:type="continuationSeparator" w:id="0">
    <w:p w14:paraId="5181A0EA" w14:textId="77777777" w:rsidR="00F85F89" w:rsidRDefault="00F8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BCD2" w14:textId="77777777" w:rsidR="00F85F89" w:rsidRDefault="00F85F8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AC6AD" w14:textId="77777777" w:rsidR="00F85F89" w:rsidRDefault="00F85F8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431AD" w14:textId="77777777" w:rsidR="00F85F89" w:rsidRDefault="00F85F8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58D34" w14:textId="77777777" w:rsidR="00F85F89" w:rsidRDefault="00F85F89">
      <w:r>
        <w:separator/>
      </w:r>
    </w:p>
  </w:footnote>
  <w:footnote w:type="continuationSeparator" w:id="0">
    <w:p w14:paraId="1F3AF0E7" w14:textId="77777777" w:rsidR="00F85F89" w:rsidRDefault="00F85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5F670" w14:textId="77777777" w:rsidR="00F85F89" w:rsidRDefault="00F85F89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65936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32AE1" w14:textId="77777777" w:rsidR="00F85F89" w:rsidRDefault="00F85F8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F719B" w14:textId="77777777" w:rsidR="00F85F89" w:rsidRDefault="00F85F8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8485AED"/>
    <w:multiLevelType w:val="multilevel"/>
    <w:tmpl w:val="F16A2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4F91C0C"/>
    <w:multiLevelType w:val="multilevel"/>
    <w:tmpl w:val="3DFA2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CD516EC"/>
    <w:multiLevelType w:val="multilevel"/>
    <w:tmpl w:val="C23272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247E8C"/>
    <w:multiLevelType w:val="hybridMultilevel"/>
    <w:tmpl w:val="3B9E9572"/>
    <w:lvl w:ilvl="0" w:tplc="69766C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6" w15:restartNumberingAfterBreak="0">
    <w:nsid w:val="45F206A5"/>
    <w:multiLevelType w:val="multilevel"/>
    <w:tmpl w:val="AEB25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4A555FB0"/>
    <w:multiLevelType w:val="multilevel"/>
    <w:tmpl w:val="1D325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F2C36DA"/>
    <w:multiLevelType w:val="multilevel"/>
    <w:tmpl w:val="06D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7ABE1CB2"/>
    <w:multiLevelType w:val="multilevel"/>
    <w:tmpl w:val="095E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7CF47DA9"/>
    <w:multiLevelType w:val="multilevel"/>
    <w:tmpl w:val="DBFE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177278893">
    <w:abstractNumId w:val="0"/>
  </w:num>
  <w:num w:numId="2" w16cid:durableId="687219494">
    <w:abstractNumId w:val="5"/>
  </w:num>
  <w:num w:numId="3" w16cid:durableId="2091267168">
    <w:abstractNumId w:val="6"/>
  </w:num>
  <w:num w:numId="4" w16cid:durableId="656760878">
    <w:abstractNumId w:val="2"/>
  </w:num>
  <w:num w:numId="5" w16cid:durableId="600920916">
    <w:abstractNumId w:val="9"/>
  </w:num>
  <w:num w:numId="6" w16cid:durableId="1341081367">
    <w:abstractNumId w:val="10"/>
  </w:num>
  <w:num w:numId="7" w16cid:durableId="1644432795">
    <w:abstractNumId w:val="7"/>
  </w:num>
  <w:num w:numId="8" w16cid:durableId="2072729037">
    <w:abstractNumId w:val="8"/>
  </w:num>
  <w:num w:numId="9" w16cid:durableId="1939562009">
    <w:abstractNumId w:val="3"/>
  </w:num>
  <w:num w:numId="10" w16cid:durableId="1459496086">
    <w:abstractNumId w:val="4"/>
  </w:num>
  <w:num w:numId="11" w16cid:durableId="2098210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72"/>
    <w:rsid w:val="00012CFC"/>
    <w:rsid w:val="0002277B"/>
    <w:rsid w:val="000239EF"/>
    <w:rsid w:val="000242CA"/>
    <w:rsid w:val="00027A7C"/>
    <w:rsid w:val="000303D6"/>
    <w:rsid w:val="00033349"/>
    <w:rsid w:val="00036F9F"/>
    <w:rsid w:val="00052B6B"/>
    <w:rsid w:val="00053ED9"/>
    <w:rsid w:val="00062018"/>
    <w:rsid w:val="000671B2"/>
    <w:rsid w:val="00090B4D"/>
    <w:rsid w:val="0009555B"/>
    <w:rsid w:val="000B0F0B"/>
    <w:rsid w:val="000C47E7"/>
    <w:rsid w:val="000D209D"/>
    <w:rsid w:val="000E4B9F"/>
    <w:rsid w:val="000F4DB2"/>
    <w:rsid w:val="000F53CF"/>
    <w:rsid w:val="000F56FE"/>
    <w:rsid w:val="00103433"/>
    <w:rsid w:val="0010686D"/>
    <w:rsid w:val="00133076"/>
    <w:rsid w:val="001363D9"/>
    <w:rsid w:val="00144546"/>
    <w:rsid w:val="0015034B"/>
    <w:rsid w:val="0015261E"/>
    <w:rsid w:val="00154CDD"/>
    <w:rsid w:val="00155932"/>
    <w:rsid w:val="001562E2"/>
    <w:rsid w:val="00156FB6"/>
    <w:rsid w:val="00165936"/>
    <w:rsid w:val="00166B2C"/>
    <w:rsid w:val="00170A57"/>
    <w:rsid w:val="001811CF"/>
    <w:rsid w:val="001846B6"/>
    <w:rsid w:val="001A67C6"/>
    <w:rsid w:val="001C3F10"/>
    <w:rsid w:val="001E2855"/>
    <w:rsid w:val="001E7656"/>
    <w:rsid w:val="001F2937"/>
    <w:rsid w:val="00216A8E"/>
    <w:rsid w:val="002331D9"/>
    <w:rsid w:val="002344AC"/>
    <w:rsid w:val="00241B85"/>
    <w:rsid w:val="0025433F"/>
    <w:rsid w:val="00261E4E"/>
    <w:rsid w:val="00274757"/>
    <w:rsid w:val="00275016"/>
    <w:rsid w:val="00292312"/>
    <w:rsid w:val="00293514"/>
    <w:rsid w:val="0029654E"/>
    <w:rsid w:val="002A0C39"/>
    <w:rsid w:val="002A310C"/>
    <w:rsid w:val="002A789C"/>
    <w:rsid w:val="002D024D"/>
    <w:rsid w:val="002E665D"/>
    <w:rsid w:val="003038C8"/>
    <w:rsid w:val="003046FF"/>
    <w:rsid w:val="00307215"/>
    <w:rsid w:val="00314F91"/>
    <w:rsid w:val="003151FA"/>
    <w:rsid w:val="0031690E"/>
    <w:rsid w:val="00321165"/>
    <w:rsid w:val="003252E7"/>
    <w:rsid w:val="00330D03"/>
    <w:rsid w:val="00340F53"/>
    <w:rsid w:val="0034555F"/>
    <w:rsid w:val="00350EC6"/>
    <w:rsid w:val="0036386B"/>
    <w:rsid w:val="00365669"/>
    <w:rsid w:val="003713BF"/>
    <w:rsid w:val="003754A3"/>
    <w:rsid w:val="003866F8"/>
    <w:rsid w:val="00394117"/>
    <w:rsid w:val="003B25D1"/>
    <w:rsid w:val="003B490A"/>
    <w:rsid w:val="003C7AFC"/>
    <w:rsid w:val="003D36E5"/>
    <w:rsid w:val="003E2457"/>
    <w:rsid w:val="003E30D8"/>
    <w:rsid w:val="00406557"/>
    <w:rsid w:val="00424DEB"/>
    <w:rsid w:val="0043445B"/>
    <w:rsid w:val="0044081D"/>
    <w:rsid w:val="00440E5B"/>
    <w:rsid w:val="004516B8"/>
    <w:rsid w:val="00463DFF"/>
    <w:rsid w:val="00476B99"/>
    <w:rsid w:val="004832F8"/>
    <w:rsid w:val="004A2AA6"/>
    <w:rsid w:val="004C12A8"/>
    <w:rsid w:val="004C1373"/>
    <w:rsid w:val="004D21D2"/>
    <w:rsid w:val="004E0AD9"/>
    <w:rsid w:val="004E182D"/>
    <w:rsid w:val="004E3574"/>
    <w:rsid w:val="004F64CD"/>
    <w:rsid w:val="00511C02"/>
    <w:rsid w:val="00515BF3"/>
    <w:rsid w:val="00535790"/>
    <w:rsid w:val="00536410"/>
    <w:rsid w:val="005372BE"/>
    <w:rsid w:val="00556877"/>
    <w:rsid w:val="00572677"/>
    <w:rsid w:val="00580D00"/>
    <w:rsid w:val="00586E92"/>
    <w:rsid w:val="0059485C"/>
    <w:rsid w:val="00596E4B"/>
    <w:rsid w:val="005A0047"/>
    <w:rsid w:val="005A163A"/>
    <w:rsid w:val="005A2472"/>
    <w:rsid w:val="005B39CA"/>
    <w:rsid w:val="005D0174"/>
    <w:rsid w:val="005D5C03"/>
    <w:rsid w:val="005E247E"/>
    <w:rsid w:val="006030B8"/>
    <w:rsid w:val="0060482F"/>
    <w:rsid w:val="006243D8"/>
    <w:rsid w:val="00644104"/>
    <w:rsid w:val="00654CFC"/>
    <w:rsid w:val="0066259C"/>
    <w:rsid w:val="00671D56"/>
    <w:rsid w:val="00690723"/>
    <w:rsid w:val="006A0970"/>
    <w:rsid w:val="006A4AEC"/>
    <w:rsid w:val="006A4FE7"/>
    <w:rsid w:val="006A5F9B"/>
    <w:rsid w:val="006C24F2"/>
    <w:rsid w:val="006D015A"/>
    <w:rsid w:val="006D5EBC"/>
    <w:rsid w:val="006E1C15"/>
    <w:rsid w:val="006E4D31"/>
    <w:rsid w:val="006F132E"/>
    <w:rsid w:val="006F29B1"/>
    <w:rsid w:val="00704F36"/>
    <w:rsid w:val="007221A5"/>
    <w:rsid w:val="00745CA1"/>
    <w:rsid w:val="00751063"/>
    <w:rsid w:val="00751100"/>
    <w:rsid w:val="007525FF"/>
    <w:rsid w:val="00755313"/>
    <w:rsid w:val="0075754E"/>
    <w:rsid w:val="00761774"/>
    <w:rsid w:val="00770B0C"/>
    <w:rsid w:val="00776607"/>
    <w:rsid w:val="0077795B"/>
    <w:rsid w:val="00786751"/>
    <w:rsid w:val="007953DE"/>
    <w:rsid w:val="00797DCC"/>
    <w:rsid w:val="007C33CB"/>
    <w:rsid w:val="007C7724"/>
    <w:rsid w:val="007D050B"/>
    <w:rsid w:val="007E699D"/>
    <w:rsid w:val="0080486E"/>
    <w:rsid w:val="00804DD5"/>
    <w:rsid w:val="008074D9"/>
    <w:rsid w:val="00813239"/>
    <w:rsid w:val="00824574"/>
    <w:rsid w:val="008451FA"/>
    <w:rsid w:val="00861197"/>
    <w:rsid w:val="00862021"/>
    <w:rsid w:val="00867CEA"/>
    <w:rsid w:val="008725B8"/>
    <w:rsid w:val="008906AA"/>
    <w:rsid w:val="008A0366"/>
    <w:rsid w:val="008A6295"/>
    <w:rsid w:val="008C5602"/>
    <w:rsid w:val="008D252D"/>
    <w:rsid w:val="008E3323"/>
    <w:rsid w:val="008F1CF2"/>
    <w:rsid w:val="008F69BD"/>
    <w:rsid w:val="009102A9"/>
    <w:rsid w:val="00914C3E"/>
    <w:rsid w:val="009208EE"/>
    <w:rsid w:val="00925282"/>
    <w:rsid w:val="0092786B"/>
    <w:rsid w:val="00933EA0"/>
    <w:rsid w:val="00936F31"/>
    <w:rsid w:val="00937C29"/>
    <w:rsid w:val="00937D96"/>
    <w:rsid w:val="00942B14"/>
    <w:rsid w:val="00953566"/>
    <w:rsid w:val="0096355A"/>
    <w:rsid w:val="009A6144"/>
    <w:rsid w:val="009B4485"/>
    <w:rsid w:val="009D1922"/>
    <w:rsid w:val="009D2626"/>
    <w:rsid w:val="009D62EA"/>
    <w:rsid w:val="009E6E63"/>
    <w:rsid w:val="009F4E42"/>
    <w:rsid w:val="009F73D2"/>
    <w:rsid w:val="00A1474E"/>
    <w:rsid w:val="00A16B93"/>
    <w:rsid w:val="00A25EFD"/>
    <w:rsid w:val="00A56847"/>
    <w:rsid w:val="00A601E5"/>
    <w:rsid w:val="00A63B83"/>
    <w:rsid w:val="00A6445A"/>
    <w:rsid w:val="00A668E4"/>
    <w:rsid w:val="00A738EE"/>
    <w:rsid w:val="00A73B3C"/>
    <w:rsid w:val="00A86492"/>
    <w:rsid w:val="00AB2AC7"/>
    <w:rsid w:val="00AB6568"/>
    <w:rsid w:val="00AE723C"/>
    <w:rsid w:val="00B039F2"/>
    <w:rsid w:val="00B03E0C"/>
    <w:rsid w:val="00B13A14"/>
    <w:rsid w:val="00B14696"/>
    <w:rsid w:val="00B23E37"/>
    <w:rsid w:val="00B3204F"/>
    <w:rsid w:val="00B34DA9"/>
    <w:rsid w:val="00B505A8"/>
    <w:rsid w:val="00B505C4"/>
    <w:rsid w:val="00B57508"/>
    <w:rsid w:val="00B769A9"/>
    <w:rsid w:val="00B800BE"/>
    <w:rsid w:val="00B80DB5"/>
    <w:rsid w:val="00B93C63"/>
    <w:rsid w:val="00BA24BA"/>
    <w:rsid w:val="00BB1CDD"/>
    <w:rsid w:val="00BB58B6"/>
    <w:rsid w:val="00BD5A76"/>
    <w:rsid w:val="00BE6447"/>
    <w:rsid w:val="00BE6C8A"/>
    <w:rsid w:val="00C01279"/>
    <w:rsid w:val="00C0514F"/>
    <w:rsid w:val="00C15B43"/>
    <w:rsid w:val="00C372F6"/>
    <w:rsid w:val="00C40CF2"/>
    <w:rsid w:val="00C427E1"/>
    <w:rsid w:val="00C54DE3"/>
    <w:rsid w:val="00C5672D"/>
    <w:rsid w:val="00C670EA"/>
    <w:rsid w:val="00C723EE"/>
    <w:rsid w:val="00C779F6"/>
    <w:rsid w:val="00C866B2"/>
    <w:rsid w:val="00CA2450"/>
    <w:rsid w:val="00CA5740"/>
    <w:rsid w:val="00CB55F7"/>
    <w:rsid w:val="00CB61DB"/>
    <w:rsid w:val="00CC0AEC"/>
    <w:rsid w:val="00CC53BF"/>
    <w:rsid w:val="00CC692D"/>
    <w:rsid w:val="00CC7C8F"/>
    <w:rsid w:val="00CD5E21"/>
    <w:rsid w:val="00D03AE1"/>
    <w:rsid w:val="00D070AA"/>
    <w:rsid w:val="00D10E78"/>
    <w:rsid w:val="00D11100"/>
    <w:rsid w:val="00D17304"/>
    <w:rsid w:val="00D237B8"/>
    <w:rsid w:val="00D36AE8"/>
    <w:rsid w:val="00D63165"/>
    <w:rsid w:val="00D638ED"/>
    <w:rsid w:val="00D733A2"/>
    <w:rsid w:val="00D74E84"/>
    <w:rsid w:val="00D86659"/>
    <w:rsid w:val="00D911D9"/>
    <w:rsid w:val="00DA649E"/>
    <w:rsid w:val="00DB358F"/>
    <w:rsid w:val="00DB54DF"/>
    <w:rsid w:val="00DB7351"/>
    <w:rsid w:val="00DC2DC9"/>
    <w:rsid w:val="00DC4911"/>
    <w:rsid w:val="00DC4C49"/>
    <w:rsid w:val="00DC68E0"/>
    <w:rsid w:val="00DD153F"/>
    <w:rsid w:val="00DD2FD3"/>
    <w:rsid w:val="00DD662C"/>
    <w:rsid w:val="00DF1136"/>
    <w:rsid w:val="00E028A3"/>
    <w:rsid w:val="00E1110A"/>
    <w:rsid w:val="00E11898"/>
    <w:rsid w:val="00E129BC"/>
    <w:rsid w:val="00E16A71"/>
    <w:rsid w:val="00E33C04"/>
    <w:rsid w:val="00E5611E"/>
    <w:rsid w:val="00E62983"/>
    <w:rsid w:val="00E63EEF"/>
    <w:rsid w:val="00E725D6"/>
    <w:rsid w:val="00EA3CB0"/>
    <w:rsid w:val="00EA4C9F"/>
    <w:rsid w:val="00EC6BBB"/>
    <w:rsid w:val="00ED236C"/>
    <w:rsid w:val="00ED4AFA"/>
    <w:rsid w:val="00ED5953"/>
    <w:rsid w:val="00EE0165"/>
    <w:rsid w:val="00EE4107"/>
    <w:rsid w:val="00EF6FEF"/>
    <w:rsid w:val="00F11076"/>
    <w:rsid w:val="00F158E9"/>
    <w:rsid w:val="00F201C4"/>
    <w:rsid w:val="00F415F2"/>
    <w:rsid w:val="00F417E9"/>
    <w:rsid w:val="00F535B9"/>
    <w:rsid w:val="00F56ED9"/>
    <w:rsid w:val="00F62621"/>
    <w:rsid w:val="00F66034"/>
    <w:rsid w:val="00F707E5"/>
    <w:rsid w:val="00F70C91"/>
    <w:rsid w:val="00F73DA0"/>
    <w:rsid w:val="00F741B4"/>
    <w:rsid w:val="00F75157"/>
    <w:rsid w:val="00F82FF0"/>
    <w:rsid w:val="00F85F89"/>
    <w:rsid w:val="00FA3E9B"/>
    <w:rsid w:val="00FB46B0"/>
    <w:rsid w:val="00FD2A9B"/>
    <w:rsid w:val="00FD2F91"/>
    <w:rsid w:val="00FE6F4A"/>
    <w:rsid w:val="00FF0D2E"/>
    <w:rsid w:val="00FF162B"/>
    <w:rsid w:val="00FF44AC"/>
    <w:rsid w:val="00FF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13CAA0"/>
  <w15:docId w15:val="{DE0857BF-4AF5-4C8C-9153-6A54FF8D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386B"/>
    <w:rPr>
      <w:spacing w:val="2"/>
      <w:position w:val="6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36386B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36386B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36386B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36386B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6749A"/>
    <w:rPr>
      <w:rFonts w:asciiTheme="majorHAnsi" w:eastAsiaTheme="majorEastAsia" w:hAnsiTheme="majorHAnsi" w:cstheme="majorBidi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rsid w:val="0026749A"/>
    <w:rPr>
      <w:rFonts w:asciiTheme="majorHAnsi" w:eastAsiaTheme="majorEastAsia" w:hAnsiTheme="majorHAnsi" w:cstheme="majorBidi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rsid w:val="0026749A"/>
    <w:rPr>
      <w:rFonts w:asciiTheme="majorHAnsi" w:eastAsiaTheme="majorEastAsia" w:hAnsiTheme="majorHAnsi" w:cstheme="majorBidi"/>
      <w:b/>
      <w:bCs/>
      <w:spacing w:val="2"/>
      <w:position w:val="6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6749A"/>
    <w:rPr>
      <w:rFonts w:asciiTheme="minorHAnsi" w:eastAsiaTheme="minorEastAsia" w:hAnsiTheme="minorHAnsi" w:cstheme="minorBidi"/>
      <w:b/>
      <w:bCs/>
      <w:spacing w:val="2"/>
      <w:position w:val="6"/>
      <w:sz w:val="28"/>
      <w:szCs w:val="28"/>
      <w:lang w:eastAsia="en-US"/>
    </w:rPr>
  </w:style>
  <w:style w:type="paragraph" w:styleId="Pis">
    <w:name w:val="header"/>
    <w:basedOn w:val="Normaallaad"/>
    <w:link w:val="PisMrk"/>
    <w:uiPriority w:val="99"/>
    <w:rsid w:val="0036386B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36386B"/>
    <w:pPr>
      <w:numPr>
        <w:numId w:val="1"/>
      </w:numPr>
    </w:pPr>
  </w:style>
  <w:style w:type="paragraph" w:customStyle="1" w:styleId="Bulleting">
    <w:name w:val="Bulleting."/>
    <w:basedOn w:val="Normaallaad"/>
    <w:rsid w:val="0036386B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sid w:val="0036386B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Pealdis">
    <w:name w:val="caption"/>
    <w:basedOn w:val="Normaallaad"/>
    <w:next w:val="Normaallaad"/>
    <w:uiPriority w:val="99"/>
    <w:qFormat/>
    <w:rsid w:val="0036386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rsid w:val="00F70C9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F70C91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2">
    <w:name w:val="Body Text 2"/>
    <w:basedOn w:val="Normaallaad"/>
    <w:link w:val="Kehatekst2Mrk"/>
    <w:rsid w:val="00937C29"/>
    <w:pPr>
      <w:jc w:val="both"/>
    </w:pPr>
    <w:rPr>
      <w:spacing w:val="0"/>
      <w:position w:val="0"/>
      <w:lang w:val="en-GB"/>
    </w:rPr>
  </w:style>
  <w:style w:type="character" w:customStyle="1" w:styleId="Kehatekst2Mrk">
    <w:name w:val="Kehatekst 2 Märk"/>
    <w:basedOn w:val="Liguvaikefont"/>
    <w:link w:val="Kehatekst2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Normaallaadveeb">
    <w:name w:val="Normal (Web)"/>
    <w:basedOn w:val="Normaallaad"/>
    <w:link w:val="NormaallaadveebMrk"/>
    <w:rsid w:val="00536410"/>
    <w:pPr>
      <w:spacing w:before="100" w:beforeAutospacing="1" w:after="100" w:afterAutospacing="1"/>
    </w:pPr>
    <w:rPr>
      <w:color w:val="000000"/>
      <w:spacing w:val="0"/>
      <w:position w:val="0"/>
      <w:szCs w:val="24"/>
      <w:lang w:val="en-GB" w:eastAsia="en-GB"/>
    </w:rPr>
  </w:style>
  <w:style w:type="character" w:customStyle="1" w:styleId="NormaallaadveebMrk">
    <w:name w:val="Normaallaad (veeb) Märk"/>
    <w:link w:val="Normaallaadveeb"/>
    <w:rsid w:val="006A4FE7"/>
    <w:rPr>
      <w:color w:val="000000"/>
      <w:sz w:val="24"/>
      <w:szCs w:val="24"/>
      <w:lang w:val="en-GB" w:eastAsia="en-GB"/>
    </w:rPr>
  </w:style>
  <w:style w:type="paragraph" w:styleId="Kehatekst">
    <w:name w:val="Body Text"/>
    <w:basedOn w:val="Normaallaad"/>
    <w:link w:val="KehatekstMrk"/>
    <w:rsid w:val="00B039F2"/>
    <w:pPr>
      <w:spacing w:after="120"/>
    </w:pPr>
  </w:style>
  <w:style w:type="character" w:customStyle="1" w:styleId="KehatekstMrk">
    <w:name w:val="Kehatekst Märk"/>
    <w:basedOn w:val="Liguvaikefont"/>
    <w:link w:val="Kehatekst"/>
    <w:rsid w:val="00B039F2"/>
    <w:rPr>
      <w:spacing w:val="2"/>
      <w:position w:val="6"/>
      <w:sz w:val="24"/>
      <w:szCs w:val="20"/>
      <w:lang w:eastAsia="en-US"/>
    </w:rPr>
  </w:style>
  <w:style w:type="paragraph" w:styleId="Loendilik">
    <w:name w:val="List Paragraph"/>
    <w:basedOn w:val="Normaallaad"/>
    <w:uiPriority w:val="34"/>
    <w:qFormat/>
    <w:rsid w:val="00B800BE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E3323"/>
    <w:rPr>
      <w:color w:val="0000FF" w:themeColor="hyperlink"/>
      <w:u w:val="single"/>
    </w:rPr>
  </w:style>
  <w:style w:type="paragraph" w:styleId="Taandegakehatekst">
    <w:name w:val="Body Text Indent"/>
    <w:basedOn w:val="Normaallaad"/>
    <w:link w:val="TaandegakehatekstMrk"/>
    <w:uiPriority w:val="99"/>
    <w:unhideWhenUsed/>
    <w:rsid w:val="001A67C6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1A67C6"/>
    <w:rPr>
      <w:spacing w:val="2"/>
      <w:position w:val="6"/>
      <w:sz w:val="24"/>
      <w:szCs w:val="20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7525F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525FF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525FF"/>
    <w:rPr>
      <w:spacing w:val="2"/>
      <w:position w:val="6"/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525F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525FF"/>
    <w:rPr>
      <w:b/>
      <w:bCs/>
      <w:spacing w:val="2"/>
      <w:position w:val="6"/>
      <w:sz w:val="20"/>
      <w:szCs w:val="20"/>
      <w:lang w:eastAsia="en-US"/>
    </w:rPr>
  </w:style>
  <w:style w:type="paragraph" w:customStyle="1" w:styleId="Default">
    <w:name w:val="Default"/>
    <w:rsid w:val="00E028A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AppData\Local\Microsoft\Windows\Temporary%20Internet%20Files\Content.IE5\I7KMAC3Y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</Template>
  <TotalTime>30</TotalTime>
  <Pages>2</Pages>
  <Words>365</Words>
  <Characters>2611</Characters>
  <Application>Microsoft Office Word</Application>
  <DocSecurity>0</DocSecurity>
  <Lines>21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User</dc:creator>
  <dc:description>Ver 2.0, 01.2013</dc:description>
  <cp:lastModifiedBy>Urve Jõgi</cp:lastModifiedBy>
  <cp:revision>7</cp:revision>
  <cp:lastPrinted>2020-07-01T08:08:00Z</cp:lastPrinted>
  <dcterms:created xsi:type="dcterms:W3CDTF">2022-12-12T09:20:00Z</dcterms:created>
  <dcterms:modified xsi:type="dcterms:W3CDTF">2022-12-21T13:07:00Z</dcterms:modified>
</cp:coreProperties>
</file>